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61E7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467A6FC" w14:textId="77777777" w:rsidTr="0035000E">
        <w:tc>
          <w:tcPr>
            <w:tcW w:w="2689" w:type="dxa"/>
          </w:tcPr>
          <w:p w14:paraId="161C9614" w14:textId="77777777" w:rsidR="00F1480E" w:rsidRPr="000754EC" w:rsidRDefault="00830267" w:rsidP="000754EC">
            <w:pPr>
              <w:pStyle w:val="SIText-Bold"/>
            </w:pPr>
            <w:r w:rsidRPr="00A326C2">
              <w:t>Release</w:t>
            </w:r>
          </w:p>
        </w:tc>
        <w:tc>
          <w:tcPr>
            <w:tcW w:w="7162" w:type="dxa"/>
          </w:tcPr>
          <w:p w14:paraId="61B6299F" w14:textId="77777777" w:rsidR="00F1480E" w:rsidRPr="000754EC" w:rsidRDefault="00830267" w:rsidP="000754EC">
            <w:pPr>
              <w:pStyle w:val="SIText-Bold"/>
            </w:pPr>
            <w:r w:rsidRPr="00A326C2">
              <w:t>Comments</w:t>
            </w:r>
          </w:p>
        </w:tc>
      </w:tr>
      <w:tr w:rsidR="00F1480E" w14:paraId="04BE9FC4" w14:textId="77777777" w:rsidTr="0035000E">
        <w:tc>
          <w:tcPr>
            <w:tcW w:w="2689" w:type="dxa"/>
          </w:tcPr>
          <w:p w14:paraId="377DCC71" w14:textId="3F1D278F" w:rsidR="00F1480E" w:rsidRPr="000754EC" w:rsidRDefault="00F1480E" w:rsidP="000754EC">
            <w:pPr>
              <w:pStyle w:val="SIText"/>
            </w:pPr>
            <w:r w:rsidRPr="00CC451E">
              <w:t>Release</w:t>
            </w:r>
            <w:r w:rsidR="00337E82" w:rsidRPr="000754EC">
              <w:t xml:space="preserve"> </w:t>
            </w:r>
            <w:r w:rsidR="00100197">
              <w:t>1</w:t>
            </w:r>
          </w:p>
        </w:tc>
        <w:tc>
          <w:tcPr>
            <w:tcW w:w="7162" w:type="dxa"/>
          </w:tcPr>
          <w:p w14:paraId="7018DC0C" w14:textId="77777777" w:rsidR="00F1480E" w:rsidRPr="000754EC" w:rsidRDefault="0035000E" w:rsidP="0035000E">
            <w:r w:rsidRPr="0035000E">
              <w:t>This version released with FBP Food, Beverage and Pharmaceutical Training Package version 2.0.</w:t>
            </w:r>
          </w:p>
        </w:tc>
      </w:tr>
    </w:tbl>
    <w:p w14:paraId="2003C8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547520" w14:textId="77777777" w:rsidTr="00CA2922">
        <w:trPr>
          <w:tblHeader/>
        </w:trPr>
        <w:tc>
          <w:tcPr>
            <w:tcW w:w="1396" w:type="pct"/>
            <w:shd w:val="clear" w:color="auto" w:fill="auto"/>
          </w:tcPr>
          <w:p w14:paraId="4C3ADC20" w14:textId="77777777" w:rsidR="00F1480E" w:rsidRPr="000754EC" w:rsidRDefault="00D23B40" w:rsidP="000754EC">
            <w:pPr>
              <w:pStyle w:val="SIUNITCODE"/>
            </w:pPr>
            <w:r w:rsidRPr="00D23B40">
              <w:t>FBPTEC4009</w:t>
            </w:r>
          </w:p>
        </w:tc>
        <w:tc>
          <w:tcPr>
            <w:tcW w:w="3604" w:type="pct"/>
            <w:shd w:val="clear" w:color="auto" w:fill="auto"/>
          </w:tcPr>
          <w:p w14:paraId="091BA34D" w14:textId="77777777" w:rsidR="00F1480E" w:rsidRPr="000754EC" w:rsidRDefault="00D23B40" w:rsidP="000754EC">
            <w:pPr>
              <w:pStyle w:val="SIUnittitle"/>
            </w:pPr>
            <w:r w:rsidRPr="00D23B40">
              <w:t>Identify the physical and chemical properties of materials, food and related products</w:t>
            </w:r>
          </w:p>
        </w:tc>
      </w:tr>
      <w:tr w:rsidR="00F1480E" w:rsidRPr="00963A46" w14:paraId="0CDD2C05" w14:textId="77777777" w:rsidTr="00CA2922">
        <w:tc>
          <w:tcPr>
            <w:tcW w:w="1396" w:type="pct"/>
            <w:shd w:val="clear" w:color="auto" w:fill="auto"/>
          </w:tcPr>
          <w:p w14:paraId="371E1049" w14:textId="77777777" w:rsidR="00F1480E" w:rsidRPr="000754EC" w:rsidRDefault="00FD557D" w:rsidP="000754EC">
            <w:pPr>
              <w:pStyle w:val="SIHeading2"/>
            </w:pPr>
            <w:r w:rsidRPr="00FD557D">
              <w:t>Application</w:t>
            </w:r>
          </w:p>
          <w:p w14:paraId="17639B30" w14:textId="77777777" w:rsidR="00FD557D" w:rsidRPr="00923720" w:rsidRDefault="00FD557D" w:rsidP="000754EC">
            <w:pPr>
              <w:pStyle w:val="SIHeading2"/>
            </w:pPr>
          </w:p>
        </w:tc>
        <w:tc>
          <w:tcPr>
            <w:tcW w:w="3604" w:type="pct"/>
            <w:shd w:val="clear" w:color="auto" w:fill="auto"/>
          </w:tcPr>
          <w:p w14:paraId="63452BAB" w14:textId="5C836A65" w:rsidR="00D23B40" w:rsidRDefault="00D23B40" w:rsidP="00D23B40">
            <w:pPr>
              <w:pStyle w:val="SIText"/>
            </w:pPr>
            <w:r w:rsidRPr="00D23B40">
              <w:t xml:space="preserve">This unit of competency describes the skills and knowledge required to </w:t>
            </w:r>
            <w:r w:rsidR="0057534B">
              <w:t>identify</w:t>
            </w:r>
            <w:r w:rsidRPr="00D23B40">
              <w:t xml:space="preserve"> the physical and chemical properties of materials, foods and related products within a production environment.</w:t>
            </w:r>
          </w:p>
          <w:p w14:paraId="59B2E465" w14:textId="77777777" w:rsidR="0057534B" w:rsidRPr="00D23B40" w:rsidRDefault="0057534B" w:rsidP="00D23B40">
            <w:pPr>
              <w:pStyle w:val="SIText"/>
            </w:pPr>
          </w:p>
          <w:p w14:paraId="6FA937E7" w14:textId="293C8A54" w:rsidR="00D23B40" w:rsidRDefault="00D23B40" w:rsidP="00D23B40">
            <w:pPr>
              <w:pStyle w:val="SIText"/>
            </w:pPr>
            <w:r w:rsidRPr="00D23B40">
              <w:t xml:space="preserve">The unit applies to individuals who </w:t>
            </w:r>
            <w:r w:rsidR="0057534B">
              <w:t xml:space="preserve">apply </w:t>
            </w:r>
            <w:r w:rsidR="0057534B" w:rsidRPr="0057534B">
              <w:t>knowledge of physical and chemical properties of materials, food and related products</w:t>
            </w:r>
            <w:r w:rsidR="00676B60">
              <w:t xml:space="preserve">, </w:t>
            </w:r>
            <w:r w:rsidR="0057534B" w:rsidRPr="0057534B">
              <w:t xml:space="preserve">used to inform work in product development, production, testing, communication and problem solving. </w:t>
            </w:r>
          </w:p>
          <w:p w14:paraId="375D2480" w14:textId="77777777" w:rsidR="0057534B" w:rsidRPr="00D23B40" w:rsidRDefault="0057534B" w:rsidP="00D23B40">
            <w:pPr>
              <w:pStyle w:val="SIText"/>
            </w:pPr>
          </w:p>
          <w:p w14:paraId="0B15D5DD" w14:textId="43CE2C8B" w:rsidR="0057534B" w:rsidRPr="005F771F" w:rsidRDefault="0057534B" w:rsidP="00D23B40">
            <w:pPr>
              <w:pStyle w:val="SIText"/>
              <w:rPr>
                <w:rStyle w:val="SITemporaryText"/>
              </w:rPr>
            </w:pPr>
            <w:r w:rsidRPr="0057534B">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2E2998F1" w14:textId="0F6BF52B" w:rsidR="00F1480E" w:rsidRPr="000754EC" w:rsidRDefault="00F1480E" w:rsidP="000754EC"/>
        </w:tc>
      </w:tr>
      <w:tr w:rsidR="00F1480E" w:rsidRPr="00963A46" w14:paraId="0E872F6F" w14:textId="77777777" w:rsidTr="00CA2922">
        <w:tc>
          <w:tcPr>
            <w:tcW w:w="1396" w:type="pct"/>
            <w:shd w:val="clear" w:color="auto" w:fill="auto"/>
          </w:tcPr>
          <w:p w14:paraId="1BEE86D2" w14:textId="77777777" w:rsidR="00F1480E" w:rsidRPr="000754EC" w:rsidRDefault="00FD557D" w:rsidP="000754EC">
            <w:pPr>
              <w:pStyle w:val="SIHeading2"/>
            </w:pPr>
            <w:r w:rsidRPr="00923720">
              <w:t>Prerequisite Unit</w:t>
            </w:r>
          </w:p>
        </w:tc>
        <w:tc>
          <w:tcPr>
            <w:tcW w:w="3604" w:type="pct"/>
            <w:shd w:val="clear" w:color="auto" w:fill="auto"/>
          </w:tcPr>
          <w:p w14:paraId="28B6F950" w14:textId="77777777" w:rsidR="00F1480E" w:rsidRPr="000754EC" w:rsidRDefault="00F1480E" w:rsidP="000754EC">
            <w:pPr>
              <w:pStyle w:val="SIText"/>
            </w:pPr>
            <w:r w:rsidRPr="008908DE">
              <w:t>Ni</w:t>
            </w:r>
            <w:r w:rsidR="007A300D" w:rsidRPr="000754EC">
              <w:t xml:space="preserve">l </w:t>
            </w:r>
          </w:p>
        </w:tc>
      </w:tr>
      <w:tr w:rsidR="00F1480E" w:rsidRPr="00963A46" w14:paraId="503C2223" w14:textId="77777777" w:rsidTr="00CA2922">
        <w:tc>
          <w:tcPr>
            <w:tcW w:w="1396" w:type="pct"/>
            <w:shd w:val="clear" w:color="auto" w:fill="auto"/>
          </w:tcPr>
          <w:p w14:paraId="73335FBB" w14:textId="77777777" w:rsidR="00F1480E" w:rsidRPr="000754EC" w:rsidRDefault="00FD557D" w:rsidP="000754EC">
            <w:pPr>
              <w:pStyle w:val="SIHeading2"/>
            </w:pPr>
            <w:r w:rsidRPr="00923720">
              <w:t>Unit Sector</w:t>
            </w:r>
          </w:p>
        </w:tc>
        <w:tc>
          <w:tcPr>
            <w:tcW w:w="3604" w:type="pct"/>
            <w:shd w:val="clear" w:color="auto" w:fill="auto"/>
          </w:tcPr>
          <w:p w14:paraId="14EC81CC" w14:textId="77777777" w:rsidR="00F1480E" w:rsidRPr="000754EC" w:rsidRDefault="00D23B40" w:rsidP="000754EC">
            <w:pPr>
              <w:pStyle w:val="SIText"/>
            </w:pPr>
            <w:r w:rsidRPr="00D23B40">
              <w:t>Technical (TEC)</w:t>
            </w:r>
          </w:p>
        </w:tc>
      </w:tr>
    </w:tbl>
    <w:p w14:paraId="2DF666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51D8F2" w14:textId="77777777" w:rsidTr="00CA2922">
        <w:trPr>
          <w:cantSplit/>
          <w:tblHeader/>
        </w:trPr>
        <w:tc>
          <w:tcPr>
            <w:tcW w:w="1396" w:type="pct"/>
            <w:tcBorders>
              <w:bottom w:val="single" w:sz="4" w:space="0" w:color="C0C0C0"/>
            </w:tcBorders>
            <w:shd w:val="clear" w:color="auto" w:fill="auto"/>
          </w:tcPr>
          <w:p w14:paraId="60D7F74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373750" w14:textId="77777777" w:rsidR="00F1480E" w:rsidRPr="000754EC" w:rsidRDefault="00FD557D" w:rsidP="000754EC">
            <w:pPr>
              <w:pStyle w:val="SIHeading2"/>
            </w:pPr>
            <w:r w:rsidRPr="00923720">
              <w:t>Performance Criteria</w:t>
            </w:r>
          </w:p>
        </w:tc>
      </w:tr>
      <w:tr w:rsidR="00F1480E" w:rsidRPr="00963A46" w14:paraId="0C2D402D" w14:textId="77777777" w:rsidTr="00CA2922">
        <w:trPr>
          <w:cantSplit/>
          <w:tblHeader/>
        </w:trPr>
        <w:tc>
          <w:tcPr>
            <w:tcW w:w="1396" w:type="pct"/>
            <w:tcBorders>
              <w:top w:val="single" w:sz="4" w:space="0" w:color="C0C0C0"/>
            </w:tcBorders>
            <w:shd w:val="clear" w:color="auto" w:fill="auto"/>
          </w:tcPr>
          <w:p w14:paraId="33FC906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B3DC7F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3B40" w:rsidRPr="00963A46" w14:paraId="7646CD88" w14:textId="77777777" w:rsidTr="00CA2922">
        <w:trPr>
          <w:cantSplit/>
        </w:trPr>
        <w:tc>
          <w:tcPr>
            <w:tcW w:w="1396" w:type="pct"/>
            <w:shd w:val="clear" w:color="auto" w:fill="auto"/>
          </w:tcPr>
          <w:p w14:paraId="3F03B220" w14:textId="77777777" w:rsidR="00D23B40" w:rsidRPr="00D23B40" w:rsidRDefault="00D23B40" w:rsidP="00D23B40">
            <w:pPr>
              <w:pStyle w:val="SIText"/>
            </w:pPr>
            <w:r w:rsidRPr="00D23B40">
              <w:t>1. Apply common physical phenomena in food ingredients to food production processes</w:t>
            </w:r>
          </w:p>
        </w:tc>
        <w:tc>
          <w:tcPr>
            <w:tcW w:w="3604" w:type="pct"/>
            <w:shd w:val="clear" w:color="auto" w:fill="auto"/>
          </w:tcPr>
          <w:p w14:paraId="0BD53CCF" w14:textId="77BC28BA" w:rsidR="00D23B40" w:rsidRPr="00D23B40" w:rsidRDefault="00D23B40" w:rsidP="00D23B40">
            <w:pPr>
              <w:pStyle w:val="SIText"/>
            </w:pPr>
            <w:r w:rsidRPr="00D23B40">
              <w:t xml:space="preserve">1.1 </w:t>
            </w:r>
            <w:r w:rsidR="0057534B" w:rsidRPr="0057534B">
              <w:t>Apply an understanding of common physical phenomena to explain relevant changes that occur to ingredients and products during the production process</w:t>
            </w:r>
          </w:p>
          <w:p w14:paraId="0E8A9A1C" w14:textId="77777777" w:rsidR="00D23B40" w:rsidRPr="00D23B40" w:rsidRDefault="00D23B40" w:rsidP="00D23B40">
            <w:pPr>
              <w:pStyle w:val="SIText"/>
            </w:pPr>
            <w:r w:rsidRPr="00D23B40">
              <w:t>1.2 Communicate the changes to others in appropriate format for use in production process</w:t>
            </w:r>
          </w:p>
        </w:tc>
      </w:tr>
      <w:tr w:rsidR="00D23B40" w:rsidRPr="00963A46" w14:paraId="71884942" w14:textId="77777777" w:rsidTr="00CA2922">
        <w:trPr>
          <w:cantSplit/>
        </w:trPr>
        <w:tc>
          <w:tcPr>
            <w:tcW w:w="1396" w:type="pct"/>
            <w:shd w:val="clear" w:color="auto" w:fill="auto"/>
          </w:tcPr>
          <w:p w14:paraId="1547BE70" w14:textId="77777777" w:rsidR="00D23B40" w:rsidRPr="00D23B40" w:rsidRDefault="00D23B40" w:rsidP="00D23B40">
            <w:pPr>
              <w:pStyle w:val="SIText"/>
            </w:pPr>
            <w:r w:rsidRPr="00D23B40">
              <w:t>2. Apply the principles of physical states of matter to food production</w:t>
            </w:r>
          </w:p>
        </w:tc>
        <w:tc>
          <w:tcPr>
            <w:tcW w:w="3604" w:type="pct"/>
            <w:shd w:val="clear" w:color="auto" w:fill="auto"/>
          </w:tcPr>
          <w:p w14:paraId="7C61950B" w14:textId="77777777" w:rsidR="00D23B40" w:rsidRPr="00D23B40" w:rsidRDefault="00D23B40" w:rsidP="00D23B40">
            <w:pPr>
              <w:pStyle w:val="SIText"/>
            </w:pPr>
            <w:r w:rsidRPr="00D23B40">
              <w:t xml:space="preserve">2.1 Recognise the three states of matter and the atomic changes that occur at each phase </w:t>
            </w:r>
          </w:p>
          <w:p w14:paraId="469FB657" w14:textId="77777777" w:rsidR="00D23B40" w:rsidRPr="00D23B40" w:rsidRDefault="00D23B40" w:rsidP="00D23B40">
            <w:pPr>
              <w:pStyle w:val="SIText"/>
            </w:pPr>
            <w:r w:rsidRPr="00D23B40">
              <w:t xml:space="preserve">2.2 Determine the behaviour of each state of matter and its relationship to the production process </w:t>
            </w:r>
          </w:p>
          <w:p w14:paraId="7822FE72" w14:textId="77777777" w:rsidR="00D23B40" w:rsidRPr="00D23B40" w:rsidRDefault="00D23B40" w:rsidP="00D23B40">
            <w:pPr>
              <w:pStyle w:val="SIText"/>
            </w:pPr>
            <w:r w:rsidRPr="00D23B40">
              <w:t>2.3 Consider the relationship between pressure and temperature in phase transition in food production</w:t>
            </w:r>
          </w:p>
        </w:tc>
      </w:tr>
      <w:tr w:rsidR="00D23B40" w:rsidRPr="00963A46" w14:paraId="43F4B86C" w14:textId="77777777" w:rsidTr="00CA2922">
        <w:trPr>
          <w:cantSplit/>
        </w:trPr>
        <w:tc>
          <w:tcPr>
            <w:tcW w:w="1396" w:type="pct"/>
            <w:shd w:val="clear" w:color="auto" w:fill="auto"/>
          </w:tcPr>
          <w:p w14:paraId="146F4DE8" w14:textId="77777777" w:rsidR="00D23B40" w:rsidRPr="00D23B40" w:rsidRDefault="00D23B40" w:rsidP="00D23B40">
            <w:pPr>
              <w:pStyle w:val="SIText"/>
            </w:pPr>
            <w:r w:rsidRPr="00D23B40">
              <w:t>3. Apply common food science principles to a production process</w:t>
            </w:r>
          </w:p>
        </w:tc>
        <w:tc>
          <w:tcPr>
            <w:tcW w:w="3604" w:type="pct"/>
            <w:shd w:val="clear" w:color="auto" w:fill="auto"/>
          </w:tcPr>
          <w:p w14:paraId="0D0C8A89" w14:textId="77777777" w:rsidR="00D23B40" w:rsidRPr="00D23B40" w:rsidRDefault="00D23B40" w:rsidP="00D23B40">
            <w:pPr>
              <w:pStyle w:val="SIText"/>
            </w:pPr>
            <w:r w:rsidRPr="00D23B40">
              <w:t xml:space="preserve">3.1 Relate the significance of pH in processing, food safety and cleaning applications </w:t>
            </w:r>
          </w:p>
          <w:p w14:paraId="352B67A9" w14:textId="77777777" w:rsidR="00D23B40" w:rsidRPr="00D23B40" w:rsidRDefault="00D23B40" w:rsidP="00D23B40">
            <w:pPr>
              <w:pStyle w:val="SIText"/>
            </w:pPr>
            <w:r w:rsidRPr="00D23B40">
              <w:t>3.2 Track the reactions and properties of carbohydrates, proteins and fats through a given process</w:t>
            </w:r>
          </w:p>
          <w:p w14:paraId="5D349995" w14:textId="77777777" w:rsidR="00D23B40" w:rsidRPr="00D23B40" w:rsidRDefault="00D23B40" w:rsidP="00D23B40">
            <w:pPr>
              <w:pStyle w:val="SIText"/>
            </w:pPr>
            <w:r w:rsidRPr="00D23B40">
              <w:t xml:space="preserve">3.3 Describe the properties of common emulsions, suspensions and solutions </w:t>
            </w:r>
          </w:p>
          <w:p w14:paraId="45F4C524" w14:textId="77777777" w:rsidR="00D23B40" w:rsidRPr="00D23B40" w:rsidRDefault="00D23B40" w:rsidP="00D23B40">
            <w:pPr>
              <w:pStyle w:val="SIText"/>
            </w:pPr>
            <w:r w:rsidRPr="00D23B40">
              <w:t xml:space="preserve">3.4 Identify commonly occurring chemical reactions, factors required to cause a reaction and the effects of reactions </w:t>
            </w:r>
          </w:p>
          <w:p w14:paraId="5A3BD204" w14:textId="3BA93CF3" w:rsidR="00D23B40" w:rsidRPr="00D23B40" w:rsidRDefault="00D23B40" w:rsidP="00D23B40">
            <w:pPr>
              <w:pStyle w:val="SIText"/>
            </w:pPr>
            <w:r w:rsidRPr="00D23B40">
              <w:t xml:space="preserve">3.5 </w:t>
            </w:r>
            <w:r w:rsidR="0057534B">
              <w:t>R</w:t>
            </w:r>
            <w:r w:rsidRPr="00D23B40">
              <w:t xml:space="preserve">eview safe work procedures for processes that involve chemical reactions or the handling of chemicals </w:t>
            </w:r>
          </w:p>
        </w:tc>
      </w:tr>
      <w:tr w:rsidR="00D23B40" w:rsidRPr="00963A46" w14:paraId="3B5556F2" w14:textId="77777777" w:rsidTr="00CA2922">
        <w:trPr>
          <w:cantSplit/>
        </w:trPr>
        <w:tc>
          <w:tcPr>
            <w:tcW w:w="1396" w:type="pct"/>
            <w:shd w:val="clear" w:color="auto" w:fill="auto"/>
          </w:tcPr>
          <w:p w14:paraId="1E53E054" w14:textId="77777777" w:rsidR="00D23B40" w:rsidRPr="00D23B40" w:rsidRDefault="00D23B40" w:rsidP="00D23B40">
            <w:pPr>
              <w:pStyle w:val="SIText"/>
            </w:pPr>
            <w:r w:rsidRPr="00D23B40">
              <w:t>4. Communicate and interpret technical information</w:t>
            </w:r>
          </w:p>
        </w:tc>
        <w:tc>
          <w:tcPr>
            <w:tcW w:w="3604" w:type="pct"/>
            <w:shd w:val="clear" w:color="auto" w:fill="auto"/>
          </w:tcPr>
          <w:p w14:paraId="12D1A8DF" w14:textId="77777777" w:rsidR="00D23B40" w:rsidRPr="00D23B40" w:rsidRDefault="00D23B40" w:rsidP="00D23B40">
            <w:pPr>
              <w:pStyle w:val="SIText"/>
            </w:pPr>
            <w:r w:rsidRPr="00D23B40">
              <w:t xml:space="preserve">4.1 Use appropriate technical terms to communicate information about the properties of commonly used foods and materials </w:t>
            </w:r>
          </w:p>
          <w:p w14:paraId="104828E3" w14:textId="77777777" w:rsidR="00D23B40" w:rsidRPr="00D23B40" w:rsidRDefault="00D23B40" w:rsidP="00D23B40">
            <w:pPr>
              <w:pStyle w:val="SIText"/>
            </w:pPr>
            <w:r w:rsidRPr="00D23B40">
              <w:t xml:space="preserve">4.2 Interpret and apply test results and reporting formats to communicate information on composition, properties and reactions </w:t>
            </w:r>
          </w:p>
        </w:tc>
      </w:tr>
    </w:tbl>
    <w:p w14:paraId="53F54A8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F29BFBB" w14:textId="77777777" w:rsidTr="00CA2922">
        <w:trPr>
          <w:tblHeader/>
        </w:trPr>
        <w:tc>
          <w:tcPr>
            <w:tcW w:w="5000" w:type="pct"/>
            <w:gridSpan w:val="2"/>
          </w:tcPr>
          <w:p w14:paraId="0438AA89"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0CF2F18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BF62A92" w14:textId="77777777" w:rsidTr="00CA2922">
        <w:trPr>
          <w:tblHeader/>
        </w:trPr>
        <w:tc>
          <w:tcPr>
            <w:tcW w:w="1396" w:type="pct"/>
          </w:tcPr>
          <w:p w14:paraId="5FAD5F6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93186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3B40" w:rsidRPr="00336FCA" w:rsidDel="00423CB2" w14:paraId="6BD42895" w14:textId="77777777" w:rsidTr="00CA2922">
        <w:tc>
          <w:tcPr>
            <w:tcW w:w="1396" w:type="pct"/>
          </w:tcPr>
          <w:p w14:paraId="4DCBE6EC" w14:textId="77777777" w:rsidR="00D23B40" w:rsidRPr="00D23B40" w:rsidRDefault="00D23B40" w:rsidP="00D23B40">
            <w:pPr>
              <w:pStyle w:val="SIText"/>
            </w:pPr>
            <w:r w:rsidRPr="00D23B40">
              <w:t>Reading</w:t>
            </w:r>
          </w:p>
        </w:tc>
        <w:tc>
          <w:tcPr>
            <w:tcW w:w="3604" w:type="pct"/>
          </w:tcPr>
          <w:p w14:paraId="5EF80491" w14:textId="5A4F1427" w:rsidR="00D23B40" w:rsidRPr="00D23B40" w:rsidRDefault="00D23B40">
            <w:pPr>
              <w:pStyle w:val="SIBulletList1"/>
            </w:pPr>
            <w:r w:rsidRPr="00D23B40">
              <w:t>Reads and interprets safe work procedures and consolidates information for review</w:t>
            </w:r>
          </w:p>
        </w:tc>
      </w:tr>
      <w:tr w:rsidR="00D23B40" w:rsidRPr="00336FCA" w:rsidDel="00423CB2" w14:paraId="6AFA0DFB" w14:textId="77777777" w:rsidTr="00CA2922">
        <w:tc>
          <w:tcPr>
            <w:tcW w:w="1396" w:type="pct"/>
          </w:tcPr>
          <w:p w14:paraId="1BD1442D" w14:textId="77777777" w:rsidR="00D23B40" w:rsidRPr="00D23B40" w:rsidRDefault="00D23B40" w:rsidP="00D23B40">
            <w:pPr>
              <w:pStyle w:val="SIText"/>
            </w:pPr>
            <w:r w:rsidRPr="00D23B40">
              <w:t>Numeracy</w:t>
            </w:r>
          </w:p>
        </w:tc>
        <w:tc>
          <w:tcPr>
            <w:tcW w:w="3604" w:type="pct"/>
          </w:tcPr>
          <w:p w14:paraId="46314392" w14:textId="77777777" w:rsidR="00D23B40" w:rsidRPr="00D23B40" w:rsidRDefault="00D23B40" w:rsidP="00D23B40">
            <w:pPr>
              <w:pStyle w:val="SIBulletList1"/>
            </w:pPr>
            <w:r w:rsidRPr="00D23B40">
              <w:t>Performs mathematical calculations to interpret test results to provide accurate information</w:t>
            </w:r>
          </w:p>
        </w:tc>
      </w:tr>
      <w:tr w:rsidR="00D23B40" w:rsidRPr="00336FCA" w:rsidDel="00423CB2" w14:paraId="2AFA4A0D" w14:textId="77777777" w:rsidTr="00CA2922">
        <w:tc>
          <w:tcPr>
            <w:tcW w:w="1396" w:type="pct"/>
          </w:tcPr>
          <w:p w14:paraId="279DBE2E" w14:textId="77777777" w:rsidR="00D23B40" w:rsidRPr="00D23B40" w:rsidRDefault="00D23B40" w:rsidP="00D23B40">
            <w:pPr>
              <w:pStyle w:val="SIText"/>
            </w:pPr>
            <w:r w:rsidRPr="00D23B40">
              <w:t>Get the work done</w:t>
            </w:r>
          </w:p>
        </w:tc>
        <w:tc>
          <w:tcPr>
            <w:tcW w:w="3604" w:type="pct"/>
          </w:tcPr>
          <w:p w14:paraId="6995C0CD" w14:textId="77777777" w:rsidR="00D23B40" w:rsidRPr="00D23B40" w:rsidRDefault="00D23B40" w:rsidP="00D23B40">
            <w:pPr>
              <w:pStyle w:val="SIBulletList1"/>
            </w:pPr>
            <w:r w:rsidRPr="00D23B40">
              <w:t>Applies systematic and analytical decision making processes for complex and non-routine situations</w:t>
            </w:r>
          </w:p>
          <w:p w14:paraId="31126D5D" w14:textId="77777777" w:rsidR="00D23B40" w:rsidRPr="00D23B40" w:rsidRDefault="00D23B40" w:rsidP="00D23B40">
            <w:pPr>
              <w:pStyle w:val="SIBulletList1"/>
            </w:pPr>
            <w:r w:rsidRPr="00D23B40">
              <w:t>Investigates innovative ideas as a means to continuously improve, work practices and processes through formal and analytical thinking</w:t>
            </w:r>
          </w:p>
        </w:tc>
      </w:tr>
    </w:tbl>
    <w:p w14:paraId="5EF79037" w14:textId="77777777" w:rsidR="00916CD7" w:rsidRDefault="00916CD7" w:rsidP="005F771F">
      <w:pPr>
        <w:pStyle w:val="SIText"/>
      </w:pPr>
    </w:p>
    <w:p w14:paraId="5A6470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59424B" w14:textId="77777777" w:rsidTr="00F33FF2">
        <w:tc>
          <w:tcPr>
            <w:tcW w:w="5000" w:type="pct"/>
            <w:gridSpan w:val="4"/>
          </w:tcPr>
          <w:p w14:paraId="5A376637" w14:textId="77777777" w:rsidR="00F1480E" w:rsidRPr="000754EC" w:rsidRDefault="00FD557D" w:rsidP="000754EC">
            <w:pPr>
              <w:pStyle w:val="SIHeading2"/>
            </w:pPr>
            <w:r w:rsidRPr="00923720">
              <w:t>U</w:t>
            </w:r>
            <w:r w:rsidRPr="000754EC">
              <w:t>nit Mapping Information</w:t>
            </w:r>
          </w:p>
        </w:tc>
      </w:tr>
      <w:tr w:rsidR="00F1480E" w14:paraId="2677EAC2" w14:textId="77777777" w:rsidTr="00F33FF2">
        <w:tc>
          <w:tcPr>
            <w:tcW w:w="1028" w:type="pct"/>
          </w:tcPr>
          <w:p w14:paraId="6D5109D1" w14:textId="77777777" w:rsidR="00F1480E" w:rsidRPr="000754EC" w:rsidRDefault="00F1480E" w:rsidP="000754EC">
            <w:pPr>
              <w:pStyle w:val="SIText-Bold"/>
            </w:pPr>
            <w:r w:rsidRPr="00923720">
              <w:t>Code and title current version</w:t>
            </w:r>
          </w:p>
        </w:tc>
        <w:tc>
          <w:tcPr>
            <w:tcW w:w="1105" w:type="pct"/>
          </w:tcPr>
          <w:p w14:paraId="58F27735" w14:textId="77777777" w:rsidR="00F1480E" w:rsidRPr="000754EC" w:rsidRDefault="00F1480E" w:rsidP="000754EC">
            <w:pPr>
              <w:pStyle w:val="SIText-Bold"/>
            </w:pPr>
            <w:r w:rsidRPr="00923720">
              <w:t>Code and title previous version</w:t>
            </w:r>
          </w:p>
        </w:tc>
        <w:tc>
          <w:tcPr>
            <w:tcW w:w="1251" w:type="pct"/>
          </w:tcPr>
          <w:p w14:paraId="68D415D3" w14:textId="77777777" w:rsidR="00F1480E" w:rsidRPr="000754EC" w:rsidRDefault="00F1480E" w:rsidP="000754EC">
            <w:pPr>
              <w:pStyle w:val="SIText-Bold"/>
            </w:pPr>
            <w:r w:rsidRPr="00923720">
              <w:t>Comments</w:t>
            </w:r>
          </w:p>
        </w:tc>
        <w:tc>
          <w:tcPr>
            <w:tcW w:w="1616" w:type="pct"/>
          </w:tcPr>
          <w:p w14:paraId="2B563D3C" w14:textId="77777777" w:rsidR="00F1480E" w:rsidRPr="000754EC" w:rsidRDefault="00F1480E" w:rsidP="000754EC">
            <w:pPr>
              <w:pStyle w:val="SIText-Bold"/>
            </w:pPr>
            <w:r w:rsidRPr="00923720">
              <w:t>Equivalence status</w:t>
            </w:r>
          </w:p>
        </w:tc>
      </w:tr>
      <w:tr w:rsidR="00D23B40" w14:paraId="170D268A" w14:textId="77777777" w:rsidTr="00F33FF2">
        <w:tc>
          <w:tcPr>
            <w:tcW w:w="1028" w:type="pct"/>
          </w:tcPr>
          <w:p w14:paraId="6175E4A6" w14:textId="77777777" w:rsidR="00D23B40" w:rsidRPr="00D23B40" w:rsidRDefault="00D23B40" w:rsidP="00D23B40">
            <w:pPr>
              <w:pStyle w:val="SIText"/>
            </w:pPr>
            <w:r w:rsidRPr="00D23B40">
              <w:t>FBPTEC4009 Identify the physical and chemical properties of materials, food and related products</w:t>
            </w:r>
          </w:p>
        </w:tc>
        <w:tc>
          <w:tcPr>
            <w:tcW w:w="1105" w:type="pct"/>
          </w:tcPr>
          <w:p w14:paraId="02D19BC9" w14:textId="77777777" w:rsidR="00D23B40" w:rsidRPr="00D23B40" w:rsidRDefault="00D23B40" w:rsidP="00D23B40">
            <w:pPr>
              <w:pStyle w:val="SIText"/>
            </w:pPr>
            <w:r w:rsidRPr="00D23B40">
              <w:t>FDFTEC4009A Identify the physical and chemical properties of materials, food and related products</w:t>
            </w:r>
          </w:p>
        </w:tc>
        <w:tc>
          <w:tcPr>
            <w:tcW w:w="1251" w:type="pct"/>
          </w:tcPr>
          <w:p w14:paraId="3E521B94" w14:textId="77777777" w:rsidR="00D23B40" w:rsidRPr="00D23B40" w:rsidRDefault="00D23B40" w:rsidP="00D23B40">
            <w:pPr>
              <w:pStyle w:val="SIText"/>
            </w:pPr>
            <w:r w:rsidRPr="00D23B40">
              <w:t>Updated to meet Standards for Training Packages</w:t>
            </w:r>
          </w:p>
          <w:p w14:paraId="6EF8C106" w14:textId="77777777" w:rsidR="00D23B40" w:rsidRPr="00D23B40" w:rsidRDefault="00D23B40" w:rsidP="00D23B40">
            <w:pPr>
              <w:pStyle w:val="SIText"/>
            </w:pPr>
          </w:p>
          <w:p w14:paraId="5812063A" w14:textId="6F5121D6" w:rsidR="00D23B40" w:rsidRPr="00D23B40" w:rsidRDefault="00D23B40" w:rsidP="00D23B40">
            <w:pPr>
              <w:pStyle w:val="SIText"/>
            </w:pPr>
            <w:r w:rsidRPr="00D23B40">
              <w:t xml:space="preserve">Minor changes to Performance Criteria </w:t>
            </w:r>
            <w:r w:rsidR="00676B60">
              <w:t>to</w:t>
            </w:r>
            <w:r w:rsidR="00676B60" w:rsidRPr="00D23B40">
              <w:t xml:space="preserve"> </w:t>
            </w:r>
            <w:r w:rsidRPr="00D23B40">
              <w:t xml:space="preserve">clarity </w:t>
            </w:r>
            <w:r w:rsidR="00676B60">
              <w:t>intent</w:t>
            </w:r>
          </w:p>
        </w:tc>
        <w:tc>
          <w:tcPr>
            <w:tcW w:w="1616" w:type="pct"/>
          </w:tcPr>
          <w:p w14:paraId="4685D36F" w14:textId="77777777" w:rsidR="00D23B40" w:rsidRPr="00D23B40" w:rsidRDefault="00D23B40" w:rsidP="00D23B40">
            <w:pPr>
              <w:pStyle w:val="SIText"/>
            </w:pPr>
            <w:r w:rsidRPr="00D23B40">
              <w:t>Equivalent Unit</w:t>
            </w:r>
          </w:p>
        </w:tc>
      </w:tr>
    </w:tbl>
    <w:p w14:paraId="6E8C2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FBF8555" w14:textId="77777777" w:rsidTr="0035000E">
        <w:tc>
          <w:tcPr>
            <w:tcW w:w="1049" w:type="pct"/>
            <w:shd w:val="clear" w:color="auto" w:fill="auto"/>
          </w:tcPr>
          <w:p w14:paraId="12D1C7EF" w14:textId="77777777" w:rsidR="00F1480E" w:rsidRPr="000754EC" w:rsidRDefault="00FD557D" w:rsidP="000754EC">
            <w:pPr>
              <w:pStyle w:val="SIHeading2"/>
            </w:pPr>
            <w:r w:rsidRPr="00CC451E">
              <w:t>L</w:t>
            </w:r>
            <w:r w:rsidRPr="000754EC">
              <w:t>inks</w:t>
            </w:r>
          </w:p>
        </w:tc>
        <w:tc>
          <w:tcPr>
            <w:tcW w:w="3951" w:type="pct"/>
            <w:shd w:val="clear" w:color="auto" w:fill="auto"/>
          </w:tcPr>
          <w:p w14:paraId="14EFD4B3"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16AF176" w14:textId="77777777" w:rsidR="00F1480E" w:rsidRDefault="00F1480E" w:rsidP="005F771F">
      <w:pPr>
        <w:pStyle w:val="SIText"/>
      </w:pPr>
    </w:p>
    <w:p w14:paraId="7EBDFE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416DD7" w14:textId="77777777" w:rsidTr="00113678">
        <w:trPr>
          <w:tblHeader/>
        </w:trPr>
        <w:tc>
          <w:tcPr>
            <w:tcW w:w="1478" w:type="pct"/>
            <w:shd w:val="clear" w:color="auto" w:fill="auto"/>
          </w:tcPr>
          <w:p w14:paraId="59E11A2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B4482B" w14:textId="77777777" w:rsidR="00556C4C" w:rsidRPr="000754EC" w:rsidRDefault="00556C4C" w:rsidP="000754EC">
            <w:pPr>
              <w:pStyle w:val="SIUnittitle"/>
            </w:pPr>
            <w:r w:rsidRPr="00F56827">
              <w:t xml:space="preserve">Assessment requirements for </w:t>
            </w:r>
            <w:r w:rsidR="00D23B40" w:rsidRPr="00D23B40">
              <w:t>FBPTEC4009 Identify the physical and chemical properties of materials, food and related products</w:t>
            </w:r>
          </w:p>
        </w:tc>
      </w:tr>
      <w:tr w:rsidR="00556C4C" w:rsidRPr="00A55106" w14:paraId="2DDF4CB9" w14:textId="77777777" w:rsidTr="00113678">
        <w:trPr>
          <w:tblHeader/>
        </w:trPr>
        <w:tc>
          <w:tcPr>
            <w:tcW w:w="5000" w:type="pct"/>
            <w:gridSpan w:val="2"/>
            <w:shd w:val="clear" w:color="auto" w:fill="auto"/>
          </w:tcPr>
          <w:p w14:paraId="6F1FB13C" w14:textId="77777777" w:rsidR="00556C4C" w:rsidRPr="000754EC" w:rsidRDefault="00D71E43" w:rsidP="000754EC">
            <w:pPr>
              <w:pStyle w:val="SIHeading2"/>
            </w:pPr>
            <w:r>
              <w:t>Performance E</w:t>
            </w:r>
            <w:r w:rsidRPr="000754EC">
              <w:t>vidence</w:t>
            </w:r>
          </w:p>
        </w:tc>
      </w:tr>
      <w:tr w:rsidR="00556C4C" w:rsidRPr="00067E1C" w14:paraId="76BEA5ED" w14:textId="77777777" w:rsidTr="00113678">
        <w:tc>
          <w:tcPr>
            <w:tcW w:w="5000" w:type="pct"/>
            <w:gridSpan w:val="2"/>
            <w:shd w:val="clear" w:color="auto" w:fill="auto"/>
          </w:tcPr>
          <w:p w14:paraId="6A8F2DD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BB47ECB" w14:textId="68FCBC9C" w:rsidR="0057534B" w:rsidRDefault="00D23B40" w:rsidP="00D23B40">
            <w:pPr>
              <w:pStyle w:val="SIText"/>
            </w:pPr>
            <w:r w:rsidRPr="00D23B40">
              <w:t>There must be evidence that the individual has</w:t>
            </w:r>
            <w:r w:rsidR="0057534B">
              <w:t xml:space="preserve"> effectively</w:t>
            </w:r>
            <w:r w:rsidRPr="00D23B40">
              <w:t xml:space="preserve"> </w:t>
            </w:r>
            <w:r w:rsidR="0057534B">
              <w:t xml:space="preserve">identified the physical and chemical properties of </w:t>
            </w:r>
            <w:r w:rsidR="00E41B24">
              <w:t>materials, food and related products</w:t>
            </w:r>
            <w:r w:rsidR="0057534B">
              <w:t>, including</w:t>
            </w:r>
            <w:r w:rsidR="00E41B24">
              <w:t>:</w:t>
            </w:r>
          </w:p>
          <w:p w14:paraId="2789BB0C" w14:textId="66360460" w:rsidR="00D23B40" w:rsidRPr="00D23B40" w:rsidRDefault="008D1611" w:rsidP="00E41B24">
            <w:pPr>
              <w:pStyle w:val="SIBulletList1"/>
            </w:pPr>
            <w:r>
              <w:t xml:space="preserve">accurately </w:t>
            </w:r>
            <w:r w:rsidR="00D23B40" w:rsidRPr="00D23B40">
              <w:t>identif</w:t>
            </w:r>
            <w:r w:rsidR="00E41B24">
              <w:t>ying</w:t>
            </w:r>
            <w:r w:rsidR="00D23B40" w:rsidRPr="00D23B40">
              <w:t xml:space="preserve"> </w:t>
            </w:r>
            <w:r>
              <w:t xml:space="preserve">and describing the </w:t>
            </w:r>
            <w:r w:rsidR="00D23B40" w:rsidRPr="00D23B40">
              <w:t xml:space="preserve">physical and chemical characteristics of </w:t>
            </w:r>
            <w:r w:rsidR="00E41B24">
              <w:t xml:space="preserve">three different </w:t>
            </w:r>
            <w:r w:rsidR="00D23B40" w:rsidRPr="00D23B40">
              <w:t>food</w:t>
            </w:r>
            <w:r w:rsidR="00E41B24">
              <w:t>s</w:t>
            </w:r>
            <w:r w:rsidR="00D23B40" w:rsidRPr="00D23B40">
              <w:t xml:space="preserve"> and </w:t>
            </w:r>
            <w:r w:rsidR="00E41B24">
              <w:t>the impact that processing has on each</w:t>
            </w:r>
          </w:p>
          <w:p w14:paraId="2802BFBE" w14:textId="4B79AFDE" w:rsidR="00E41B24" w:rsidRPr="00E41B24" w:rsidRDefault="00E41B24" w:rsidP="00E41B24">
            <w:pPr>
              <w:pStyle w:val="SIBulletList1"/>
            </w:pPr>
            <w:r>
              <w:t>using</w:t>
            </w:r>
            <w:r w:rsidRPr="00E41B24">
              <w:t xml:space="preserve"> common tests and measures to </w:t>
            </w:r>
            <w:r w:rsidR="008D1611">
              <w:t>identify the components of</w:t>
            </w:r>
            <w:r w:rsidRPr="00E41B24">
              <w:t xml:space="preserve"> </w:t>
            </w:r>
            <w:r w:rsidR="008D1611">
              <w:t xml:space="preserve">three different </w:t>
            </w:r>
            <w:r w:rsidRPr="00E41B24">
              <w:t xml:space="preserve">food </w:t>
            </w:r>
            <w:r w:rsidR="008D1611">
              <w:t>items</w:t>
            </w:r>
          </w:p>
          <w:p w14:paraId="0C82AE99" w14:textId="7DEBC435" w:rsidR="00E41B24" w:rsidRPr="00E41B24" w:rsidRDefault="00E41B24" w:rsidP="00E41B24">
            <w:pPr>
              <w:pStyle w:val="SIBulletList1"/>
            </w:pPr>
            <w:r w:rsidRPr="00E41B24">
              <w:t>identif</w:t>
            </w:r>
            <w:r>
              <w:t>ying</w:t>
            </w:r>
            <w:r w:rsidRPr="00E41B24">
              <w:t xml:space="preserve"> the characteristics of acids and bases and their application in food processing</w:t>
            </w:r>
          </w:p>
          <w:p w14:paraId="0C70DD81" w14:textId="4B6BFCA4" w:rsidR="00E41B24" w:rsidRPr="00E41B24" w:rsidRDefault="00E41B24" w:rsidP="00E41B24">
            <w:pPr>
              <w:pStyle w:val="SIBulletList1"/>
            </w:pPr>
            <w:r w:rsidRPr="00E41B24">
              <w:t>identif</w:t>
            </w:r>
            <w:r>
              <w:t>ying</w:t>
            </w:r>
            <w:r w:rsidRPr="00E41B24">
              <w:t xml:space="preserve"> the basic molecular structures of carbohydrates, proteins and fats</w:t>
            </w:r>
          </w:p>
          <w:p w14:paraId="60EE60FF" w14:textId="3E7AAD9E" w:rsidR="00E41B24" w:rsidRPr="00E41B24" w:rsidRDefault="00E41B24" w:rsidP="00E41B24">
            <w:pPr>
              <w:pStyle w:val="SIBulletList1"/>
            </w:pPr>
            <w:r w:rsidRPr="00E41B24">
              <w:t>distinguish</w:t>
            </w:r>
            <w:r>
              <w:t>ing</w:t>
            </w:r>
            <w:r w:rsidRPr="00E41B24">
              <w:t xml:space="preserve"> the difference between solutions, suspensions and colloidal systems</w:t>
            </w:r>
          </w:p>
          <w:p w14:paraId="340C0D40" w14:textId="7BBA4616" w:rsidR="00E41B24" w:rsidRPr="00E41B24" w:rsidRDefault="00E41B24" w:rsidP="00E41B24">
            <w:pPr>
              <w:pStyle w:val="SIBulletList1"/>
            </w:pPr>
            <w:r w:rsidRPr="00E41B24">
              <w:t>identify</w:t>
            </w:r>
            <w:r>
              <w:t>ing</w:t>
            </w:r>
            <w:r w:rsidRPr="00E41B24">
              <w:t xml:space="preserve"> hazards and control methods in managing hazardous materials</w:t>
            </w:r>
            <w:r>
              <w:t xml:space="preserve"> when working with food</w:t>
            </w:r>
          </w:p>
          <w:p w14:paraId="4D651855" w14:textId="5956D60B" w:rsidR="00E41B24" w:rsidRPr="00E41B24" w:rsidRDefault="00E41B24" w:rsidP="00E41B24">
            <w:pPr>
              <w:pStyle w:val="SIBulletList1"/>
            </w:pPr>
            <w:r w:rsidRPr="00E41B24">
              <w:t>communicat</w:t>
            </w:r>
            <w:r>
              <w:t>ing</w:t>
            </w:r>
            <w:r w:rsidRPr="00E41B24">
              <w:t xml:space="preserve"> technical information using correct technical terms, flow charts and sketches.</w:t>
            </w:r>
          </w:p>
          <w:p w14:paraId="0B271E36" w14:textId="619237E1" w:rsidR="00556C4C" w:rsidRPr="000754EC" w:rsidRDefault="00556C4C" w:rsidP="00473B21">
            <w:pPr>
              <w:pStyle w:val="SIBulletList1"/>
              <w:numPr>
                <w:ilvl w:val="0"/>
                <w:numId w:val="0"/>
              </w:numPr>
            </w:pPr>
          </w:p>
        </w:tc>
      </w:tr>
    </w:tbl>
    <w:p w14:paraId="0AF06AA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A1A2BA" w14:textId="77777777" w:rsidTr="00CA2922">
        <w:trPr>
          <w:tblHeader/>
        </w:trPr>
        <w:tc>
          <w:tcPr>
            <w:tcW w:w="5000" w:type="pct"/>
            <w:shd w:val="clear" w:color="auto" w:fill="auto"/>
          </w:tcPr>
          <w:p w14:paraId="4438AF15" w14:textId="77777777" w:rsidR="00F1480E" w:rsidRPr="000754EC" w:rsidRDefault="00D71E43" w:rsidP="000754EC">
            <w:pPr>
              <w:pStyle w:val="SIHeading2"/>
            </w:pPr>
            <w:r w:rsidRPr="002C55E9">
              <w:t>K</w:t>
            </w:r>
            <w:r w:rsidRPr="000754EC">
              <w:t>nowledge Evidence</w:t>
            </w:r>
          </w:p>
        </w:tc>
      </w:tr>
      <w:tr w:rsidR="00F1480E" w:rsidRPr="00067E1C" w14:paraId="04FC0CA3" w14:textId="77777777" w:rsidTr="00CA2922">
        <w:tc>
          <w:tcPr>
            <w:tcW w:w="5000" w:type="pct"/>
            <w:shd w:val="clear" w:color="auto" w:fill="auto"/>
          </w:tcPr>
          <w:p w14:paraId="4CEC9B3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0AE75E" w14:textId="77777777" w:rsidR="00D23B40" w:rsidRPr="00D23B40" w:rsidRDefault="00D23B40" w:rsidP="00D23B40">
            <w:pPr>
              <w:pStyle w:val="SIBulletList1"/>
            </w:pPr>
            <w:r w:rsidRPr="00D23B40">
              <w:t>characteristics and phenomena that occur during processing and products and processes where these phenomena are observable including:</w:t>
            </w:r>
          </w:p>
          <w:p w14:paraId="395AD3F2" w14:textId="77777777" w:rsidR="00D23B40" w:rsidRPr="00D23B40" w:rsidRDefault="00D23B40" w:rsidP="00D23B40">
            <w:pPr>
              <w:pStyle w:val="SIBulletList2"/>
            </w:pPr>
            <w:r w:rsidRPr="00D23B40">
              <w:t>shear and strain</w:t>
            </w:r>
          </w:p>
          <w:p w14:paraId="6C81B9BC" w14:textId="77777777" w:rsidR="00D23B40" w:rsidRPr="00D23B40" w:rsidRDefault="00D23B40" w:rsidP="00D23B40">
            <w:pPr>
              <w:pStyle w:val="SIBulletList2"/>
            </w:pPr>
            <w:r w:rsidRPr="00D23B40">
              <w:t>friction</w:t>
            </w:r>
          </w:p>
          <w:p w14:paraId="47BF64CC" w14:textId="77777777" w:rsidR="00D23B40" w:rsidRPr="00D23B40" w:rsidRDefault="00D23B40" w:rsidP="00D23B40">
            <w:pPr>
              <w:pStyle w:val="SIBulletList2"/>
            </w:pPr>
            <w:r w:rsidRPr="00D23B40">
              <w:t>surface tension</w:t>
            </w:r>
          </w:p>
          <w:p w14:paraId="148AB78F" w14:textId="77777777" w:rsidR="00D23B40" w:rsidRPr="00D23B40" w:rsidRDefault="00D23B40" w:rsidP="00D23B40">
            <w:pPr>
              <w:pStyle w:val="SIBulletList2"/>
            </w:pPr>
            <w:r w:rsidRPr="00D23B40">
              <w:t>pressure</w:t>
            </w:r>
          </w:p>
          <w:p w14:paraId="28B0AD6F" w14:textId="77777777" w:rsidR="00D23B40" w:rsidRPr="00D23B40" w:rsidRDefault="00D23B40" w:rsidP="00D23B40">
            <w:pPr>
              <w:pStyle w:val="SIBulletList2"/>
            </w:pPr>
            <w:r w:rsidRPr="00D23B40">
              <w:t>crystallisation</w:t>
            </w:r>
          </w:p>
          <w:p w14:paraId="1CFA55EA" w14:textId="77777777" w:rsidR="00D23B40" w:rsidRPr="00D23B40" w:rsidRDefault="00D23B40" w:rsidP="00D23B40">
            <w:pPr>
              <w:pStyle w:val="SIBulletList2"/>
            </w:pPr>
            <w:r w:rsidRPr="00D23B40">
              <w:t>total solids</w:t>
            </w:r>
          </w:p>
          <w:p w14:paraId="4ABEBCA3" w14:textId="77777777" w:rsidR="00D23B40" w:rsidRPr="00D23B40" w:rsidRDefault="00D23B40" w:rsidP="00D23B40">
            <w:pPr>
              <w:pStyle w:val="SIBulletList2"/>
            </w:pPr>
            <w:r w:rsidRPr="00D23B40">
              <w:t>heat and temperature</w:t>
            </w:r>
          </w:p>
          <w:p w14:paraId="12578FC3" w14:textId="77777777" w:rsidR="00D23B40" w:rsidRPr="00D23B40" w:rsidRDefault="00D23B40" w:rsidP="00D23B40">
            <w:pPr>
              <w:pStyle w:val="SIBulletList2"/>
            </w:pPr>
            <w:r w:rsidRPr="00D23B40">
              <w:t>relative humidity</w:t>
            </w:r>
          </w:p>
          <w:p w14:paraId="4432D773" w14:textId="77777777" w:rsidR="00D23B40" w:rsidRPr="00D23B40" w:rsidRDefault="00D23B40" w:rsidP="00D23B40">
            <w:pPr>
              <w:pStyle w:val="SIBulletList2"/>
            </w:pPr>
            <w:r w:rsidRPr="00D23B40">
              <w:t>work and energy input</w:t>
            </w:r>
          </w:p>
          <w:p w14:paraId="6D8025AD" w14:textId="77777777" w:rsidR="00D23B40" w:rsidRPr="00D23B40" w:rsidRDefault="00D23B40" w:rsidP="00D23B40">
            <w:pPr>
              <w:pStyle w:val="SIBulletList2"/>
            </w:pPr>
            <w:r w:rsidRPr="00D23B40">
              <w:t>viscosity</w:t>
            </w:r>
          </w:p>
          <w:p w14:paraId="683241F3" w14:textId="77777777" w:rsidR="00D23B40" w:rsidRPr="00D23B40" w:rsidRDefault="00D23B40" w:rsidP="00D23B40">
            <w:pPr>
              <w:pStyle w:val="SIBulletList2"/>
            </w:pPr>
            <w:r w:rsidRPr="00D23B40">
              <w:t>particle size</w:t>
            </w:r>
          </w:p>
          <w:p w14:paraId="6B18FAE4" w14:textId="77777777" w:rsidR="00D23B40" w:rsidRPr="00D23B40" w:rsidRDefault="00D23B40" w:rsidP="00D23B40">
            <w:pPr>
              <w:pStyle w:val="SIBulletList2"/>
            </w:pPr>
            <w:r w:rsidRPr="00D23B40">
              <w:t>melting points, boiling points, freezing points</w:t>
            </w:r>
          </w:p>
          <w:p w14:paraId="385DE115" w14:textId="77777777" w:rsidR="00D23B40" w:rsidRPr="00D23B40" w:rsidRDefault="00D23B40" w:rsidP="00D23B40">
            <w:pPr>
              <w:pStyle w:val="SIBulletList2"/>
            </w:pPr>
            <w:r w:rsidRPr="00D23B40">
              <w:t>dew and condensation points</w:t>
            </w:r>
          </w:p>
          <w:p w14:paraId="0490BDF8" w14:textId="77777777" w:rsidR="00D23B40" w:rsidRPr="00D23B40" w:rsidRDefault="00D23B40" w:rsidP="00D23B40">
            <w:pPr>
              <w:pStyle w:val="SIBulletList2"/>
            </w:pPr>
            <w:r w:rsidRPr="00D23B40">
              <w:t>additional phenomena appropriate to the production process</w:t>
            </w:r>
          </w:p>
          <w:p w14:paraId="3FD496AE" w14:textId="77777777" w:rsidR="00D23B40" w:rsidRPr="00D23B40" w:rsidRDefault="00D23B40" w:rsidP="00D23B40">
            <w:pPr>
              <w:pStyle w:val="SIBulletList1"/>
            </w:pPr>
            <w:r w:rsidRPr="00D23B40">
              <w:t>common chemical reactions that occur in food processing, including both spontaneous and controlled reactions including:</w:t>
            </w:r>
          </w:p>
          <w:p w14:paraId="59A564E8" w14:textId="77777777" w:rsidR="00D23B40" w:rsidRPr="00D23B40" w:rsidRDefault="00D23B40" w:rsidP="00D23B40">
            <w:pPr>
              <w:pStyle w:val="SIBulletList2"/>
            </w:pPr>
            <w:r w:rsidRPr="00D23B40">
              <w:t>oxidation</w:t>
            </w:r>
          </w:p>
          <w:p w14:paraId="391CEE00" w14:textId="77777777" w:rsidR="00D23B40" w:rsidRPr="00D23B40" w:rsidRDefault="00D23B40" w:rsidP="00D23B40">
            <w:pPr>
              <w:pStyle w:val="SIBulletList2"/>
            </w:pPr>
            <w:r w:rsidRPr="00D23B40">
              <w:t>enzymic</w:t>
            </w:r>
          </w:p>
          <w:p w14:paraId="25E3480C" w14:textId="77777777" w:rsidR="00D23B40" w:rsidRPr="00D23B40" w:rsidRDefault="00D23B40" w:rsidP="00D23B40">
            <w:pPr>
              <w:pStyle w:val="SIBulletList2"/>
            </w:pPr>
            <w:r w:rsidRPr="00D23B40">
              <w:t>Maillard</w:t>
            </w:r>
          </w:p>
          <w:p w14:paraId="1B4FCA3B" w14:textId="77777777" w:rsidR="00D23B40" w:rsidRPr="00D23B40" w:rsidRDefault="00D23B40" w:rsidP="00D23B40">
            <w:pPr>
              <w:pStyle w:val="SIBulletList2"/>
            </w:pPr>
            <w:r w:rsidRPr="00D23B40">
              <w:t>acid-based</w:t>
            </w:r>
          </w:p>
          <w:p w14:paraId="5F0DF30D" w14:textId="77777777" w:rsidR="00D23B40" w:rsidRPr="00D23B40" w:rsidRDefault="00D23B40" w:rsidP="00D23B40">
            <w:pPr>
              <w:pStyle w:val="SIBulletList2"/>
            </w:pPr>
            <w:r w:rsidRPr="00D23B40">
              <w:t>the role of enzymes in generating biological reactions</w:t>
            </w:r>
          </w:p>
          <w:p w14:paraId="35322DB6" w14:textId="77777777" w:rsidR="00D23B40" w:rsidRPr="00D23B40" w:rsidRDefault="00D23B40" w:rsidP="00D23B40">
            <w:pPr>
              <w:pStyle w:val="SIBulletList1"/>
            </w:pPr>
            <w:r w:rsidRPr="00D23B40">
              <w:t>tests commonly used to measure phenomena and related units of measurement</w:t>
            </w:r>
          </w:p>
          <w:p w14:paraId="61107FD9" w14:textId="77777777" w:rsidR="00D23B40" w:rsidRPr="00D23B40" w:rsidRDefault="00D23B40" w:rsidP="00D23B40">
            <w:pPr>
              <w:pStyle w:val="SIBulletList1"/>
            </w:pPr>
            <w:r w:rsidRPr="00D23B40">
              <w:t>transition phases applicable to a given production process</w:t>
            </w:r>
          </w:p>
          <w:p w14:paraId="510594C7" w14:textId="77777777" w:rsidR="00D23B40" w:rsidRPr="00D23B40" w:rsidRDefault="00D23B40" w:rsidP="00D23B40">
            <w:pPr>
              <w:pStyle w:val="SIBulletList1"/>
            </w:pPr>
            <w:r w:rsidRPr="00D23B40">
              <w:t>the role of temperature and pressure in the transition process</w:t>
            </w:r>
          </w:p>
          <w:p w14:paraId="5E29742D" w14:textId="77777777" w:rsidR="00D23B40" w:rsidRPr="00D23B40" w:rsidRDefault="00D23B40" w:rsidP="00D23B40">
            <w:pPr>
              <w:pStyle w:val="SIBulletList1"/>
            </w:pPr>
            <w:r w:rsidRPr="00D23B40">
              <w:t>pH and its impact on food processes including:</w:t>
            </w:r>
          </w:p>
          <w:p w14:paraId="775AD309" w14:textId="77777777" w:rsidR="00D23B40" w:rsidRPr="00D23B40" w:rsidRDefault="00D23B40" w:rsidP="00D23B40">
            <w:pPr>
              <w:pStyle w:val="SIBulletList2"/>
            </w:pPr>
            <w:r w:rsidRPr="00D23B40">
              <w:t>differences between a strong acid and a concentrated acid</w:t>
            </w:r>
          </w:p>
          <w:p w14:paraId="725F07AA" w14:textId="77777777" w:rsidR="00D23B40" w:rsidRPr="00D23B40" w:rsidRDefault="00D23B40" w:rsidP="00D23B40">
            <w:pPr>
              <w:pStyle w:val="SIBulletList2"/>
            </w:pPr>
            <w:r w:rsidRPr="00D23B40">
              <w:t>units of measurement</w:t>
            </w:r>
          </w:p>
          <w:p w14:paraId="42B5E74A" w14:textId="41769A5D" w:rsidR="00D23B40" w:rsidRPr="00D23B40" w:rsidRDefault="00D23B40" w:rsidP="00D23B40">
            <w:pPr>
              <w:pStyle w:val="SIBulletList2"/>
            </w:pPr>
            <w:r w:rsidRPr="00D23B40">
              <w:t xml:space="preserve">classification of commonly used materials, ingredients and indicators according to </w:t>
            </w:r>
            <w:r w:rsidR="008D1611" w:rsidRPr="00D23B40">
              <w:t>p</w:t>
            </w:r>
            <w:r w:rsidR="008D1611">
              <w:t>H</w:t>
            </w:r>
          </w:p>
          <w:p w14:paraId="5776D653" w14:textId="77777777" w:rsidR="00D23B40" w:rsidRPr="00D23B40" w:rsidRDefault="00D23B40" w:rsidP="00D23B40">
            <w:pPr>
              <w:pStyle w:val="SIBulletList2"/>
            </w:pPr>
            <w:r w:rsidRPr="00D23B40">
              <w:t xml:space="preserve">the typical strengths and concentration levels required for commonly used acids and bases </w:t>
            </w:r>
          </w:p>
          <w:p w14:paraId="05092332" w14:textId="77777777" w:rsidR="00D23B40" w:rsidRPr="00D23B40" w:rsidRDefault="00D23B40" w:rsidP="00D23B40">
            <w:pPr>
              <w:pStyle w:val="SIBulletList2"/>
            </w:pPr>
            <w:r w:rsidRPr="00D23B40">
              <w:t xml:space="preserve">the significance of pH for processing, food safety and cleaning applications </w:t>
            </w:r>
          </w:p>
          <w:p w14:paraId="4A97DE00" w14:textId="77777777" w:rsidR="00D23B40" w:rsidRPr="00D23B40" w:rsidRDefault="00D23B40" w:rsidP="00D23B40">
            <w:pPr>
              <w:pStyle w:val="SIBulletList1"/>
            </w:pPr>
            <w:r w:rsidRPr="00D23B40">
              <w:t>basic molecular structures of carbohydrates, proteins and fats</w:t>
            </w:r>
          </w:p>
          <w:p w14:paraId="3F2C7F9D" w14:textId="77777777" w:rsidR="00D23B40" w:rsidRPr="00D23B40" w:rsidRDefault="00D23B40" w:rsidP="00D23B40">
            <w:pPr>
              <w:pStyle w:val="SIBulletList1"/>
            </w:pPr>
            <w:r w:rsidRPr="00D23B40">
              <w:t>molecular changes that occur in states of matter, and common applications including:</w:t>
            </w:r>
          </w:p>
          <w:p w14:paraId="29288D2B" w14:textId="77777777" w:rsidR="00D23B40" w:rsidRPr="00D23B40" w:rsidRDefault="00D23B40" w:rsidP="00D23B40">
            <w:pPr>
              <w:pStyle w:val="SIBulletList2"/>
            </w:pPr>
            <w:r w:rsidRPr="00D23B40">
              <w:t>refrigerant</w:t>
            </w:r>
          </w:p>
          <w:p w14:paraId="13BC6A03" w14:textId="77777777" w:rsidR="00D23B40" w:rsidRPr="00D23B40" w:rsidRDefault="00D23B40" w:rsidP="00D23B40">
            <w:pPr>
              <w:pStyle w:val="SIBulletList2"/>
            </w:pPr>
            <w:r w:rsidRPr="00D23B40">
              <w:lastRenderedPageBreak/>
              <w:t>freeze drying</w:t>
            </w:r>
          </w:p>
          <w:p w14:paraId="3E3BC231" w14:textId="77777777" w:rsidR="00D23B40" w:rsidRPr="00D23B40" w:rsidRDefault="00D23B40" w:rsidP="00D23B40">
            <w:pPr>
              <w:pStyle w:val="SIBulletList1"/>
            </w:pPr>
            <w:r w:rsidRPr="00D23B40">
              <w:t xml:space="preserve">effect and compatibility of cleaning agents with equipment surface materials </w:t>
            </w:r>
          </w:p>
          <w:p w14:paraId="1595A81F" w14:textId="77777777" w:rsidR="00D23B40" w:rsidRPr="00D23B40" w:rsidRDefault="00D23B40" w:rsidP="00D23B40">
            <w:pPr>
              <w:pStyle w:val="SIBulletList1"/>
            </w:pPr>
            <w:r w:rsidRPr="00D23B40">
              <w:t>processing stages designed to affect the structure of compounds (including hydrogenation or denaturing proteins in cooking processes of oil)</w:t>
            </w:r>
          </w:p>
          <w:p w14:paraId="295F6A54" w14:textId="77777777" w:rsidR="00D23B40" w:rsidRPr="00D23B40" w:rsidRDefault="00D23B40" w:rsidP="00D23B40">
            <w:pPr>
              <w:pStyle w:val="SIBulletList1"/>
            </w:pPr>
            <w:r w:rsidRPr="00D23B40">
              <w:t xml:space="preserve">typical applications of solutions, suspensions and colloidal systems in food processing including: </w:t>
            </w:r>
          </w:p>
          <w:p w14:paraId="4C7EF3C7" w14:textId="77777777" w:rsidR="00D23B40" w:rsidRPr="00D23B40" w:rsidRDefault="00D23B40" w:rsidP="00D23B40">
            <w:pPr>
              <w:pStyle w:val="SIBulletList2"/>
            </w:pPr>
            <w:r w:rsidRPr="00D23B40">
              <w:t>emulsions (oil in water/water in oil)</w:t>
            </w:r>
          </w:p>
          <w:p w14:paraId="3D5AFC46" w14:textId="77777777" w:rsidR="00D23B40" w:rsidRPr="00D23B40" w:rsidRDefault="00D23B40" w:rsidP="00D23B40">
            <w:pPr>
              <w:pStyle w:val="SIBulletList2"/>
            </w:pPr>
            <w:r w:rsidRPr="00D23B40">
              <w:t>sols (solid-liquid/solid-solid)</w:t>
            </w:r>
          </w:p>
          <w:p w14:paraId="668CE13E" w14:textId="77777777" w:rsidR="00D23B40" w:rsidRPr="00D23B40" w:rsidRDefault="00D23B40" w:rsidP="00D23B40">
            <w:pPr>
              <w:pStyle w:val="SIBulletList2"/>
            </w:pPr>
            <w:r w:rsidRPr="00D23B40">
              <w:t xml:space="preserve">gels </w:t>
            </w:r>
          </w:p>
          <w:p w14:paraId="45AA033B" w14:textId="77777777" w:rsidR="00D23B40" w:rsidRPr="00D23B40" w:rsidRDefault="00D23B40" w:rsidP="00D23B40">
            <w:pPr>
              <w:pStyle w:val="SIBulletList2"/>
            </w:pPr>
            <w:r w:rsidRPr="00D23B40">
              <w:t>foams (gas-liquid/gas-solid)</w:t>
            </w:r>
          </w:p>
          <w:p w14:paraId="264AC401" w14:textId="77777777" w:rsidR="00D23B40" w:rsidRPr="00D23B40" w:rsidRDefault="00D23B40" w:rsidP="00D23B40">
            <w:pPr>
              <w:pStyle w:val="SIBulletList2"/>
            </w:pPr>
            <w:r w:rsidRPr="00D23B40">
              <w:t>differences between dispersed particles and the dispersion medium in colloids</w:t>
            </w:r>
          </w:p>
          <w:p w14:paraId="1D4E1E7A" w14:textId="77777777" w:rsidR="00D23B40" w:rsidRPr="00D23B40" w:rsidRDefault="00D23B40" w:rsidP="00D23B40">
            <w:pPr>
              <w:pStyle w:val="SIBulletList2"/>
            </w:pPr>
            <w:r w:rsidRPr="00D23B40">
              <w:t xml:space="preserve">factors that the affect stability of colloidal systems, including the stages in a production process that can cause changes to colloid structure </w:t>
            </w:r>
          </w:p>
          <w:p w14:paraId="58F3E611" w14:textId="7E0CC3A3" w:rsidR="00D23B40" w:rsidRPr="00D23B40" w:rsidRDefault="00D23B40" w:rsidP="00D23B40">
            <w:pPr>
              <w:pStyle w:val="SIBulletList1"/>
            </w:pPr>
            <w:r w:rsidRPr="00D23B40">
              <w:t>technical information resources</w:t>
            </w:r>
          </w:p>
          <w:p w14:paraId="1FCDF969" w14:textId="68273FDF" w:rsidR="00D23B40" w:rsidRPr="00D23B40" w:rsidRDefault="008D1611" w:rsidP="00D23B40">
            <w:pPr>
              <w:pStyle w:val="SIBulletList1"/>
            </w:pPr>
            <w:r>
              <w:t xml:space="preserve">how to </w:t>
            </w:r>
            <w:r w:rsidR="00D23B40" w:rsidRPr="00D23B40">
              <w:t>develop explanatory sketches or flow charts to communicate how observed phenomena affect products and the process</w:t>
            </w:r>
          </w:p>
          <w:p w14:paraId="3BE605D0" w14:textId="77777777" w:rsidR="00D23B40" w:rsidRPr="00D23B40" w:rsidRDefault="00D23B40" w:rsidP="00D23B40">
            <w:pPr>
              <w:pStyle w:val="SIBulletList1"/>
            </w:pPr>
            <w:r w:rsidRPr="00D23B40">
              <w:t>safety hazards and required control methods when handling chemicals and working with processes involving chemical reactions</w:t>
            </w:r>
          </w:p>
          <w:p w14:paraId="348FA00E" w14:textId="77777777" w:rsidR="00F1480E" w:rsidRPr="000754EC" w:rsidRDefault="00D23B40" w:rsidP="00D23B40">
            <w:pPr>
              <w:pStyle w:val="SIBulletList1"/>
            </w:pPr>
            <w:r w:rsidRPr="00D23B40">
              <w:t>basic research skills required for technical information to describe food properties and reactions, including recognising and applying appropriate units of measurement and terms.</w:t>
            </w:r>
          </w:p>
        </w:tc>
      </w:tr>
    </w:tbl>
    <w:p w14:paraId="547D6A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2F7131" w14:textId="77777777" w:rsidTr="00CA2922">
        <w:trPr>
          <w:tblHeader/>
        </w:trPr>
        <w:tc>
          <w:tcPr>
            <w:tcW w:w="5000" w:type="pct"/>
            <w:shd w:val="clear" w:color="auto" w:fill="auto"/>
          </w:tcPr>
          <w:p w14:paraId="6A70A323" w14:textId="77777777" w:rsidR="00F1480E" w:rsidRPr="000754EC" w:rsidRDefault="00D71E43" w:rsidP="000754EC">
            <w:pPr>
              <w:pStyle w:val="SIHeading2"/>
            </w:pPr>
            <w:r w:rsidRPr="002C55E9">
              <w:t>A</w:t>
            </w:r>
            <w:r w:rsidRPr="000754EC">
              <w:t>ssessment Conditions</w:t>
            </w:r>
          </w:p>
        </w:tc>
      </w:tr>
      <w:tr w:rsidR="00F1480E" w:rsidRPr="00A55106" w14:paraId="16596883" w14:textId="77777777" w:rsidTr="00CA2922">
        <w:tc>
          <w:tcPr>
            <w:tcW w:w="5000" w:type="pct"/>
            <w:shd w:val="clear" w:color="auto" w:fill="auto"/>
          </w:tcPr>
          <w:p w14:paraId="7D1672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1279259" w14:textId="77777777" w:rsidR="004E6741" w:rsidRPr="000754EC" w:rsidRDefault="001D7F5B" w:rsidP="000754EC">
            <w:pPr>
              <w:pStyle w:val="SIBulletList1"/>
            </w:pPr>
            <w:r w:rsidRPr="000754EC">
              <w:t>p</w:t>
            </w:r>
            <w:r w:rsidR="004E6741" w:rsidRPr="000754EC">
              <w:t>hysical conditions</w:t>
            </w:r>
            <w:r w:rsidRPr="000754EC">
              <w:t>:</w:t>
            </w:r>
          </w:p>
          <w:p w14:paraId="4626445C"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5196A1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B06F68C" w14:textId="77777777" w:rsidR="00D23B40" w:rsidRPr="00D23B40" w:rsidRDefault="00D23B40" w:rsidP="00D23B40">
            <w:pPr>
              <w:pStyle w:val="SIBulletList2"/>
              <w:rPr>
                <w:rFonts w:eastAsiaTheme="minorHAnsi"/>
              </w:rPr>
            </w:pPr>
            <w:r w:rsidRPr="00D23B40">
              <w:rPr>
                <w:rFonts w:eastAsiaTheme="minorHAnsi"/>
              </w:rPr>
              <w:t>production process and related equipment</w:t>
            </w:r>
          </w:p>
          <w:p w14:paraId="552D5A09" w14:textId="77777777" w:rsidR="00D23B40" w:rsidRPr="00D23B40" w:rsidRDefault="00D23B40" w:rsidP="00D23B40">
            <w:pPr>
              <w:pStyle w:val="SIBulletList2"/>
              <w:rPr>
                <w:rFonts w:eastAsiaTheme="minorHAnsi"/>
              </w:rPr>
            </w:pPr>
            <w:r w:rsidRPr="00D23B40">
              <w:rPr>
                <w:rFonts w:eastAsiaTheme="minorHAnsi"/>
              </w:rPr>
              <w:t xml:space="preserve">tests used to report relevant product/process information and recorded results </w:t>
            </w:r>
          </w:p>
          <w:p w14:paraId="47E3EACE" w14:textId="77777777" w:rsidR="00D23B40" w:rsidRPr="00D23B40" w:rsidRDefault="00D23B40" w:rsidP="00D23B40">
            <w:pPr>
              <w:pStyle w:val="SIBulletList1"/>
              <w:rPr>
                <w:rFonts w:eastAsiaTheme="minorHAnsi"/>
              </w:rPr>
            </w:pPr>
            <w:r w:rsidRPr="00D23B40">
              <w:rPr>
                <w:rFonts w:eastAsiaTheme="minorHAnsi"/>
              </w:rPr>
              <w:t>specifications:</w:t>
            </w:r>
          </w:p>
          <w:p w14:paraId="697AD225" w14:textId="77777777" w:rsidR="008D1611" w:rsidRDefault="00D23B40" w:rsidP="00D23B40">
            <w:pPr>
              <w:pStyle w:val="SIBulletList2"/>
              <w:rPr>
                <w:rFonts w:eastAsiaTheme="minorHAnsi"/>
              </w:rPr>
            </w:pPr>
            <w:r w:rsidRPr="00D23B40">
              <w:rPr>
                <w:rFonts w:eastAsiaTheme="minorHAnsi"/>
              </w:rPr>
              <w:t>manufacturers' advice and operating procedures for equipment</w:t>
            </w:r>
          </w:p>
          <w:p w14:paraId="0DB3AB05" w14:textId="3800B4AF" w:rsidR="00D23B40" w:rsidRPr="00D23B40" w:rsidRDefault="008D1611" w:rsidP="00D23B40">
            <w:pPr>
              <w:pStyle w:val="SIBulletList2"/>
              <w:rPr>
                <w:rFonts w:eastAsiaTheme="minorHAnsi"/>
              </w:rPr>
            </w:pPr>
            <w:r>
              <w:rPr>
                <w:rFonts w:eastAsiaTheme="minorHAnsi"/>
              </w:rPr>
              <w:t>test methods</w:t>
            </w:r>
            <w:r w:rsidR="00D23B40" w:rsidRPr="00D23B40">
              <w:rPr>
                <w:rFonts w:eastAsiaTheme="minorHAnsi"/>
              </w:rPr>
              <w:t>.</w:t>
            </w:r>
          </w:p>
          <w:p w14:paraId="33FDB3AB" w14:textId="77777777" w:rsidR="0021210E" w:rsidRDefault="0021210E" w:rsidP="000754EC">
            <w:pPr>
              <w:pStyle w:val="SIText"/>
            </w:pPr>
          </w:p>
          <w:p w14:paraId="26E2877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B7443C9" w14:textId="77777777" w:rsidR="00F1480E" w:rsidRPr="000754EC" w:rsidRDefault="00F1480E" w:rsidP="0035000E">
            <w:pPr>
              <w:pStyle w:val="SIBulletList2"/>
              <w:numPr>
                <w:ilvl w:val="0"/>
                <w:numId w:val="0"/>
              </w:numPr>
              <w:rPr>
                <w:rFonts w:eastAsia="Calibri"/>
              </w:rPr>
            </w:pPr>
          </w:p>
        </w:tc>
      </w:tr>
    </w:tbl>
    <w:p w14:paraId="7F0B32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C9A8D86" w14:textId="77777777" w:rsidTr="004679E3">
        <w:tc>
          <w:tcPr>
            <w:tcW w:w="990" w:type="pct"/>
            <w:shd w:val="clear" w:color="auto" w:fill="auto"/>
          </w:tcPr>
          <w:p w14:paraId="6B8BC2A2" w14:textId="77777777" w:rsidR="00F1480E" w:rsidRPr="000754EC" w:rsidRDefault="00D71E43" w:rsidP="000754EC">
            <w:pPr>
              <w:pStyle w:val="SIHeading2"/>
            </w:pPr>
            <w:r w:rsidRPr="002C55E9">
              <w:t>L</w:t>
            </w:r>
            <w:r w:rsidRPr="000754EC">
              <w:t>inks</w:t>
            </w:r>
          </w:p>
        </w:tc>
        <w:tc>
          <w:tcPr>
            <w:tcW w:w="4010" w:type="pct"/>
            <w:shd w:val="clear" w:color="auto" w:fill="auto"/>
          </w:tcPr>
          <w:p w14:paraId="6BB6BDC1"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03423A0"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DB6BD" w14:textId="77777777" w:rsidR="00E54823" w:rsidRDefault="00E54823" w:rsidP="00BF3F0A">
      <w:r>
        <w:separator/>
      </w:r>
    </w:p>
    <w:p w14:paraId="0C080FFC" w14:textId="77777777" w:rsidR="00E54823" w:rsidRDefault="00E54823"/>
  </w:endnote>
  <w:endnote w:type="continuationSeparator" w:id="0">
    <w:p w14:paraId="10068A45" w14:textId="77777777" w:rsidR="00E54823" w:rsidRDefault="00E54823" w:rsidP="00BF3F0A">
      <w:r>
        <w:continuationSeparator/>
      </w:r>
    </w:p>
    <w:p w14:paraId="65F33DE3" w14:textId="77777777" w:rsidR="00E54823" w:rsidRDefault="00E54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66666" w14:textId="77777777" w:rsidR="009B2602" w:rsidRDefault="009B26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992255E" w14:textId="72EDB93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B2602">
          <w:rPr>
            <w:noProof/>
          </w:rPr>
          <w:t>4</w:t>
        </w:r>
        <w:r w:rsidRPr="000754EC">
          <w:fldChar w:fldCharType="end"/>
        </w:r>
      </w:p>
      <w:p w14:paraId="46B0357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0FF86B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0B4BE" w14:textId="77777777" w:rsidR="009B2602" w:rsidRDefault="009B26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E16D1" w14:textId="77777777" w:rsidR="00E54823" w:rsidRDefault="00E54823" w:rsidP="00BF3F0A">
      <w:r>
        <w:separator/>
      </w:r>
    </w:p>
    <w:p w14:paraId="290E04D4" w14:textId="77777777" w:rsidR="00E54823" w:rsidRDefault="00E54823"/>
  </w:footnote>
  <w:footnote w:type="continuationSeparator" w:id="0">
    <w:p w14:paraId="266B1FAB" w14:textId="77777777" w:rsidR="00E54823" w:rsidRDefault="00E54823" w:rsidP="00BF3F0A">
      <w:r>
        <w:continuationSeparator/>
      </w:r>
    </w:p>
    <w:p w14:paraId="76AAB876" w14:textId="77777777" w:rsidR="00E54823" w:rsidRDefault="00E548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8FFC8" w14:textId="77777777" w:rsidR="009B2602" w:rsidRDefault="009B26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3D4CE" w14:textId="1A00A57E" w:rsidR="009C2650" w:rsidRPr="00D23B40" w:rsidRDefault="009B2602" w:rsidP="00D23B40">
    <w:pPr>
      <w:pStyle w:val="SIText"/>
    </w:pPr>
    <w:sdt>
      <w:sdtPr>
        <w:id w:val="1269977265"/>
        <w:docPartObj>
          <w:docPartGallery w:val="Watermarks"/>
          <w:docPartUnique/>
        </w:docPartObj>
      </w:sdtPr>
      <w:sdtContent>
        <w:r w:rsidRPr="009B2602">
          <w:pict w14:anchorId="6FBF22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23B40" w:rsidRPr="00D23B40">
      <w:t>FBPTEC4009 Identify the physical and chemical properties of materials, food and related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7631B" w14:textId="77777777" w:rsidR="009B2602" w:rsidRDefault="009B26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B541188"/>
    <w:multiLevelType w:val="multilevel"/>
    <w:tmpl w:val="76147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E1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0197"/>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0B99"/>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B21"/>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34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6B6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1611"/>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6FE8"/>
    <w:rsid w:val="009A5900"/>
    <w:rsid w:val="009A6E6C"/>
    <w:rsid w:val="009A6F3F"/>
    <w:rsid w:val="009B2602"/>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454E6"/>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91C"/>
    <w:rsid w:val="00D03685"/>
    <w:rsid w:val="00D07D4E"/>
    <w:rsid w:val="00D115AA"/>
    <w:rsid w:val="00D145BE"/>
    <w:rsid w:val="00D20C57"/>
    <w:rsid w:val="00D23B40"/>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1B24"/>
    <w:rsid w:val="00E501F0"/>
    <w:rsid w:val="00E54823"/>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0E10"/>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E89FDF"/>
  <w15:docId w15:val="{4F49CCA0-4C34-498F-876D-FCADF60A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864492">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518AC17-7FCB-4089-9963-C398518ED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D7161BB8-B8CA-48E7-9676-AF900A466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TotalTime>
  <Pages>4</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2017-10-16T23:17:00Z</dcterms:created>
  <dcterms:modified xsi:type="dcterms:W3CDTF">2018-02-01T03:48:00Z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